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5C5A" w14:textId="77777777" w:rsidR="00F74789" w:rsidRDefault="00F74789" w:rsidP="00DB4938">
      <w:pPr>
        <w:rPr>
          <w:b/>
          <w:sz w:val="24"/>
        </w:rPr>
      </w:pPr>
    </w:p>
    <w:p w14:paraId="5E6AD345" w14:textId="5B94C1B5" w:rsidR="00DB4938" w:rsidRPr="00F74789" w:rsidRDefault="00DB4938" w:rsidP="00DB4938">
      <w:pPr>
        <w:rPr>
          <w:rFonts w:cs="Arial"/>
          <w:sz w:val="32"/>
          <w:szCs w:val="32"/>
        </w:rPr>
      </w:pPr>
      <w:r w:rsidRPr="00F74789">
        <w:rPr>
          <w:b/>
          <w:sz w:val="24"/>
        </w:rPr>
        <w:t>Ulloq unnuarlu paaqqinnittarfinnik innersuussisarnermut periuserineqartoq pillugu</w:t>
      </w:r>
    </w:p>
    <w:p w14:paraId="4337D7FB" w14:textId="77777777" w:rsidR="00DB4938" w:rsidRPr="004E2AE0" w:rsidRDefault="00DB4938" w:rsidP="00DB4938">
      <w:pPr>
        <w:rPr>
          <w:rFonts w:cs="Arial"/>
          <w:szCs w:val="20"/>
        </w:rPr>
      </w:pPr>
    </w:p>
    <w:p w14:paraId="506590D3" w14:textId="3B2C86BF" w:rsidR="00DB4938" w:rsidRDefault="0085076B" w:rsidP="0085076B">
      <w:pPr>
        <w:spacing w:after="160" w:line="360" w:lineRule="auto"/>
        <w:rPr>
          <w:rFonts w:cs="Arial"/>
          <w:bCs/>
          <w:szCs w:val="20"/>
        </w:rPr>
      </w:pPr>
      <w:r>
        <w:rPr>
          <w:bCs/>
          <w:szCs w:val="20"/>
        </w:rPr>
        <w:t xml:space="preserve">Ulloq unnuarlu paaqqinniffinnut </w:t>
      </w:r>
      <w:r w:rsidR="00710020">
        <w:rPr>
          <w:bCs/>
          <w:szCs w:val="20"/>
        </w:rPr>
        <w:t>m</w:t>
      </w:r>
      <w:r w:rsidR="00DB4938">
        <w:rPr>
          <w:bCs/>
          <w:szCs w:val="20"/>
        </w:rPr>
        <w:t>eeqqanut inuusuttunullu nuna tamakkerlugu iniss</w:t>
      </w:r>
      <w:r>
        <w:rPr>
          <w:bCs/>
          <w:szCs w:val="20"/>
        </w:rPr>
        <w:t>iisoqarniartillugu ulloq unnuarlu paaqqinniffinnut Naalakkersuisunit, kommunalbestyrelsimit/nit pigineqartunut ingerlanneqartunu</w:t>
      </w:r>
      <w:r w:rsidR="00710020">
        <w:rPr>
          <w:bCs/>
          <w:szCs w:val="20"/>
        </w:rPr>
        <w:t>t</w:t>
      </w:r>
      <w:r>
        <w:rPr>
          <w:bCs/>
          <w:szCs w:val="20"/>
        </w:rPr>
        <w:t xml:space="preserve"> kiisalu ulloq unnuarlu paaqqinniffinnut imminut pigisunut atuuppoq. Ingerlatseriaaseq atuuppoq ulloq unnuarlu neqeroorutinut inunnik innarluutilinnik inissiisoqarniartillugu.</w:t>
      </w:r>
    </w:p>
    <w:p w14:paraId="6371C3EB" w14:textId="43082200" w:rsidR="00DB4938" w:rsidRPr="00054D71" w:rsidRDefault="0085076B" w:rsidP="00054D71">
      <w:pPr>
        <w:spacing w:after="160" w:line="360" w:lineRule="auto"/>
        <w:ind w:left="720"/>
        <w:rPr>
          <w:bCs/>
          <w:szCs w:val="20"/>
        </w:rPr>
      </w:pPr>
      <w:r w:rsidRPr="00054D71">
        <w:rPr>
          <w:bCs/>
          <w:i/>
          <w:iCs/>
          <w:szCs w:val="20"/>
        </w:rPr>
        <w:t>I</w:t>
      </w:r>
      <w:r w:rsidR="00DB4938" w:rsidRPr="00054D71">
        <w:rPr>
          <w:bCs/>
          <w:i/>
          <w:iCs/>
          <w:szCs w:val="20"/>
        </w:rPr>
        <w:t xml:space="preserve">nnersuussinerit Qitiusumik Inissiinissamut Innersuussisarfik aqqutigalugu pisassapput, takukkit Meeqqanut ulloq unnuarlu paaqqinniffiit pilersinneqarnerat ingerlanneqarnerallu pillugit Namminersorlutik Oqartussat nalunaarutaanni nr. 1, 25. januar 2019-imeersumi § 5 aamma Inuit innarluutillit tapersersorneqarnissaannut Inatsisartut inatsisaanni nr. 13, 12. juni 2019-imeersumi § 10.  </w:t>
      </w:r>
      <w:r w:rsidR="00DB4938" w:rsidRPr="00054D71">
        <w:rPr>
          <w:bCs/>
          <w:szCs w:val="20"/>
        </w:rPr>
        <w:t xml:space="preserve">  </w:t>
      </w:r>
    </w:p>
    <w:p w14:paraId="22505E0F" w14:textId="1FD4507B" w:rsidR="00DB4938" w:rsidRPr="00056B82" w:rsidRDefault="00DB4938" w:rsidP="00E722FF">
      <w:pPr>
        <w:spacing w:after="160" w:line="360" w:lineRule="auto"/>
        <w:ind w:right="-114"/>
        <w:rPr>
          <w:rFonts w:cs="Arial"/>
          <w:b/>
          <w:szCs w:val="20"/>
          <w:lang w:val="en-US"/>
        </w:rPr>
      </w:pPr>
      <w:r>
        <w:rPr>
          <w:bCs/>
          <w:szCs w:val="20"/>
        </w:rPr>
        <w:t>Qitiusumik Inissiinissamut Innersuussisarfik aaqqissugaanermigut Isumaginninnermu</w:t>
      </w:r>
      <w:r w:rsidR="0085076B">
        <w:rPr>
          <w:bCs/>
          <w:szCs w:val="20"/>
        </w:rPr>
        <w:t>t</w:t>
      </w:r>
      <w:r>
        <w:rPr>
          <w:bCs/>
          <w:szCs w:val="20"/>
        </w:rPr>
        <w:t xml:space="preserve"> Aqutsisoqarfimmi Ulloq unnuarlu </w:t>
      </w:r>
      <w:r w:rsidR="00710020">
        <w:rPr>
          <w:bCs/>
          <w:szCs w:val="20"/>
        </w:rPr>
        <w:t xml:space="preserve">Inissitsiterinermullu </w:t>
      </w:r>
      <w:r>
        <w:rPr>
          <w:bCs/>
          <w:szCs w:val="20"/>
        </w:rPr>
        <w:t>Immikkoortorta</w:t>
      </w:r>
      <w:r w:rsidR="00710020">
        <w:rPr>
          <w:bCs/>
          <w:szCs w:val="20"/>
        </w:rPr>
        <w:t xml:space="preserve">qarfimmi </w:t>
      </w:r>
      <w:r>
        <w:rPr>
          <w:bCs/>
          <w:szCs w:val="20"/>
        </w:rPr>
        <w:t xml:space="preserve">inissisimavoq. </w:t>
      </w:r>
      <w:r w:rsidRPr="00056B82">
        <w:rPr>
          <w:bCs/>
          <w:szCs w:val="20"/>
          <w:lang w:val="en-US"/>
        </w:rPr>
        <w:t>Innersuussinissamut qinnuiginninnerit Isumaginninnermu</w:t>
      </w:r>
      <w:r w:rsidR="00056B82" w:rsidRPr="00056B82">
        <w:rPr>
          <w:bCs/>
          <w:szCs w:val="20"/>
          <w:lang w:val="en-US"/>
        </w:rPr>
        <w:t>t</w:t>
      </w:r>
      <w:r w:rsidRPr="00056B82">
        <w:rPr>
          <w:bCs/>
          <w:szCs w:val="20"/>
          <w:lang w:val="en-US"/>
        </w:rPr>
        <w:t xml:space="preserve"> Aqutsisoqarfiup pisortatigoortumik </w:t>
      </w:r>
      <w:r w:rsidR="00054D71">
        <w:rPr>
          <w:bCs/>
          <w:szCs w:val="20"/>
          <w:lang w:val="en-US"/>
        </w:rPr>
        <w:t>E-</w:t>
      </w:r>
      <w:r w:rsidRPr="00056B82">
        <w:rPr>
          <w:bCs/>
          <w:szCs w:val="20"/>
          <w:lang w:val="en-US"/>
        </w:rPr>
        <w:t xml:space="preserve">mailianut nassiunneqassapput:  </w:t>
      </w:r>
      <w:r w:rsidRPr="00056B82">
        <w:rPr>
          <w:b/>
          <w:szCs w:val="20"/>
          <w:lang w:val="en-US"/>
        </w:rPr>
        <w:t>uupi@nanoq.gl</w:t>
      </w:r>
      <w:r w:rsidR="00056B82" w:rsidRPr="00056B82">
        <w:rPr>
          <w:bCs/>
          <w:szCs w:val="20"/>
          <w:lang w:val="en-US"/>
        </w:rPr>
        <w:t>-imut</w:t>
      </w:r>
      <w:r w:rsidR="00054D71">
        <w:rPr>
          <w:bCs/>
          <w:szCs w:val="20"/>
          <w:lang w:val="en-US"/>
        </w:rPr>
        <w:t>.</w:t>
      </w:r>
    </w:p>
    <w:p w14:paraId="5B249C50" w14:textId="2CE05495" w:rsidR="000428E3" w:rsidRPr="00E722FF" w:rsidRDefault="00B41ABF" w:rsidP="00DB4938">
      <w:pPr>
        <w:rPr>
          <w:b/>
          <w:bCs/>
          <w:sz w:val="24"/>
          <w:szCs w:val="32"/>
          <w:lang w:val="en-US"/>
        </w:rPr>
      </w:pPr>
      <w:r w:rsidRPr="00E722FF">
        <w:rPr>
          <w:b/>
          <w:bCs/>
          <w:sz w:val="24"/>
          <w:szCs w:val="32"/>
          <w:lang w:val="en-US"/>
        </w:rPr>
        <w:t>Meeqqat inuusuttullu</w:t>
      </w:r>
    </w:p>
    <w:p w14:paraId="56D20CA6" w14:textId="77777777" w:rsidR="002A1DEE" w:rsidRPr="00E722FF" w:rsidRDefault="002A1DEE" w:rsidP="00DB4938">
      <w:pPr>
        <w:rPr>
          <w:b/>
          <w:bCs/>
          <w:sz w:val="24"/>
          <w:szCs w:val="32"/>
          <w:lang w:val="en-US"/>
        </w:rPr>
      </w:pPr>
    </w:p>
    <w:p w14:paraId="7A2DD8CD" w14:textId="193034BC" w:rsidR="002A1DEE" w:rsidRPr="00E722FF" w:rsidRDefault="002A1DEE" w:rsidP="002A1DEE">
      <w:pPr>
        <w:spacing w:after="160" w:line="360" w:lineRule="auto"/>
        <w:rPr>
          <w:rFonts w:cs="Arial"/>
          <w:bCs/>
          <w:szCs w:val="20"/>
          <w:lang w:val="en-US"/>
        </w:rPr>
      </w:pPr>
      <w:r w:rsidRPr="00E722FF">
        <w:rPr>
          <w:bCs/>
          <w:szCs w:val="20"/>
          <w:lang w:val="en-US"/>
        </w:rPr>
        <w:t xml:space="preserve">Meeqqat tapersersorneqarnissaannut Inatsisartut inatsisaat nr. 20, 26. juni 2017-imeersoq malillugu meeraq </w:t>
      </w:r>
      <w:r w:rsidR="00D47B1B">
        <w:rPr>
          <w:bCs/>
          <w:szCs w:val="20"/>
          <w:lang w:val="en-US"/>
        </w:rPr>
        <w:t>ikiorserneqarpat ataani allassimasut</w:t>
      </w:r>
      <w:r w:rsidRPr="00E722FF">
        <w:rPr>
          <w:bCs/>
          <w:szCs w:val="20"/>
          <w:lang w:val="en-US"/>
        </w:rPr>
        <w:t xml:space="preserve"> ilangunneqassapput: </w:t>
      </w:r>
    </w:p>
    <w:p w14:paraId="4BE339F7" w14:textId="77777777" w:rsidR="002A1DEE" w:rsidRPr="00A238F0" w:rsidRDefault="002A1DEE" w:rsidP="002A1DEE">
      <w:pPr>
        <w:numPr>
          <w:ilvl w:val="0"/>
          <w:numId w:val="21"/>
        </w:numPr>
        <w:spacing w:line="360" w:lineRule="auto"/>
        <w:contextualSpacing/>
        <w:jc w:val="left"/>
        <w:rPr>
          <w:rFonts w:cs="Arial"/>
          <w:b/>
          <w:szCs w:val="20"/>
        </w:rPr>
      </w:pPr>
      <w:r w:rsidRPr="00A238F0">
        <w:rPr>
          <w:b/>
          <w:szCs w:val="20"/>
        </w:rPr>
        <w:t>Isumaginninnikkut misissuineq</w:t>
      </w:r>
    </w:p>
    <w:p w14:paraId="0BF387A8" w14:textId="348BF4C7" w:rsidR="001E4C93" w:rsidRDefault="002A1DEE" w:rsidP="00A238F0">
      <w:pPr>
        <w:pStyle w:val="Listeafsnit"/>
        <w:numPr>
          <w:ilvl w:val="0"/>
          <w:numId w:val="23"/>
        </w:numPr>
        <w:spacing w:line="276" w:lineRule="auto"/>
        <w:jc w:val="left"/>
        <w:rPr>
          <w:i/>
          <w:szCs w:val="20"/>
          <w:lang w:val="kl-GL" w:eastAsia="en-GB"/>
        </w:rPr>
      </w:pPr>
      <w:r w:rsidRPr="00A238F0">
        <w:rPr>
          <w:b/>
          <w:szCs w:val="20"/>
        </w:rPr>
        <w:t>Iliuusissatut pilersaarut</w:t>
      </w:r>
      <w:r w:rsidR="00A238F0" w:rsidRPr="00A238F0">
        <w:rPr>
          <w:b/>
          <w:szCs w:val="20"/>
        </w:rPr>
        <w:t xml:space="preserve"> atsiorneqarsimasoq</w:t>
      </w:r>
      <w:r w:rsidR="001E4C93" w:rsidRPr="00A238F0">
        <w:rPr>
          <w:b/>
          <w:szCs w:val="20"/>
        </w:rPr>
        <w:br/>
      </w:r>
      <w:r w:rsidR="001E4C93">
        <w:rPr>
          <w:iCs/>
          <w:szCs w:val="20"/>
          <w:lang w:val="kl-GL" w:eastAsia="en-GB"/>
        </w:rPr>
        <w:t>Iliuusissatut pilersaarut atsiorneqarsimassaaq aammalu i</w:t>
      </w:r>
      <w:r w:rsidR="001E4C93" w:rsidRPr="001E4C93">
        <w:rPr>
          <w:iCs/>
          <w:szCs w:val="20"/>
          <w:lang w:val="kl-GL" w:eastAsia="en-GB"/>
        </w:rPr>
        <w:t>lluatungip tusarniarneqarnerani akissut pissarsiarineqarsinnaasimassanngippat, tamanna allanneqassaaq</w:t>
      </w:r>
      <w:r w:rsidR="00F7597A">
        <w:rPr>
          <w:iCs/>
          <w:szCs w:val="20"/>
          <w:lang w:val="kl-GL" w:eastAsia="en-GB"/>
        </w:rPr>
        <w:t>.</w:t>
      </w:r>
    </w:p>
    <w:p w14:paraId="7002CFC9" w14:textId="77777777" w:rsidR="00710020" w:rsidRPr="00710020" w:rsidRDefault="002A1DEE" w:rsidP="00A238F0">
      <w:pPr>
        <w:pStyle w:val="Listeafsnit"/>
        <w:numPr>
          <w:ilvl w:val="0"/>
          <w:numId w:val="24"/>
        </w:numPr>
        <w:spacing w:line="276" w:lineRule="auto"/>
        <w:jc w:val="left"/>
        <w:rPr>
          <w:iCs/>
          <w:szCs w:val="20"/>
          <w:u w:val="single"/>
          <w:lang w:val="kl-GL" w:eastAsia="en-GB"/>
        </w:rPr>
      </w:pPr>
      <w:r w:rsidRPr="00A238F0">
        <w:rPr>
          <w:b/>
          <w:szCs w:val="20"/>
          <w:lang w:val="kl-GL"/>
        </w:rPr>
        <w:t>Akuersissuteqarnermut allagaq/aalajangiinermut allagaq kommunip isumaginninnermut ataatsimiititaliaaneers</w:t>
      </w:r>
      <w:r w:rsidR="00A238F0">
        <w:rPr>
          <w:b/>
          <w:szCs w:val="20"/>
          <w:lang w:val="kl-GL"/>
        </w:rPr>
        <w:t>oq</w:t>
      </w:r>
      <w:r w:rsidR="00A238F0">
        <w:rPr>
          <w:bCs/>
          <w:szCs w:val="20"/>
          <w:lang w:val="kl-GL"/>
        </w:rPr>
        <w:br/>
        <w:t>Pingaaruteqarpoq aalajangiinerup atsiornertaqarnissaa kiisalu i</w:t>
      </w:r>
      <w:r w:rsidR="00A238F0" w:rsidRPr="00A238F0">
        <w:rPr>
          <w:iCs/>
          <w:szCs w:val="20"/>
          <w:lang w:val="kl-GL" w:eastAsia="en-GB"/>
        </w:rPr>
        <w:t>nissiinissaq/inissiiviup allanngortinnissaanut aalajangiunneqarnerani tunngavilersuutit allassimanissaat aamma naammagittaalliornissamut ilitsersuutip ilanngunneqarsimanissaa pingaartuupput</w:t>
      </w:r>
    </w:p>
    <w:p w14:paraId="4256A805" w14:textId="290DC838" w:rsidR="002A1DEE" w:rsidRPr="00710020" w:rsidRDefault="00710020" w:rsidP="00710020">
      <w:pPr>
        <w:numPr>
          <w:ilvl w:val="0"/>
          <w:numId w:val="24"/>
        </w:numPr>
        <w:spacing w:line="360" w:lineRule="auto"/>
        <w:contextualSpacing/>
        <w:jc w:val="left"/>
        <w:rPr>
          <w:rFonts w:cs="Arial"/>
          <w:bCs/>
          <w:szCs w:val="20"/>
        </w:rPr>
      </w:pPr>
      <w:r w:rsidRPr="00056B82">
        <w:rPr>
          <w:b/>
          <w:szCs w:val="20"/>
        </w:rPr>
        <w:t>Paasissutissat pingaarutillit, soorlu oqaaseqaatit, nalunaarusiat</w:t>
      </w:r>
      <w:r>
        <w:rPr>
          <w:bCs/>
          <w:szCs w:val="20"/>
        </w:rPr>
        <w:t xml:space="preserve"> </w:t>
      </w:r>
    </w:p>
    <w:p w14:paraId="330188F8" w14:textId="77777777" w:rsidR="00B41ABF" w:rsidRPr="00A238F0" w:rsidRDefault="00B41ABF" w:rsidP="00DB4938">
      <w:pPr>
        <w:rPr>
          <w:b/>
          <w:bCs/>
          <w:lang w:val="kl-GL"/>
        </w:rPr>
      </w:pPr>
    </w:p>
    <w:p w14:paraId="69AFA172" w14:textId="758259AC" w:rsidR="002A1DEE" w:rsidRPr="00F74789" w:rsidRDefault="002A1DEE" w:rsidP="00D47B1B">
      <w:pPr>
        <w:spacing w:line="360" w:lineRule="auto"/>
        <w:rPr>
          <w:b/>
          <w:bCs/>
          <w:sz w:val="24"/>
          <w:szCs w:val="32"/>
          <w:lang w:val="kl-GL"/>
        </w:rPr>
      </w:pPr>
      <w:r w:rsidRPr="00F74789">
        <w:rPr>
          <w:b/>
          <w:bCs/>
          <w:sz w:val="24"/>
          <w:szCs w:val="32"/>
          <w:lang w:val="kl-GL"/>
        </w:rPr>
        <w:t>Inuit innarluutilinnut</w:t>
      </w:r>
    </w:p>
    <w:p w14:paraId="3BCBCD6F" w14:textId="0BD78234" w:rsidR="002A1DEE" w:rsidRPr="00E722FF" w:rsidRDefault="002A1DEE" w:rsidP="00D47B1B">
      <w:pPr>
        <w:spacing w:after="160" w:line="360" w:lineRule="auto"/>
        <w:rPr>
          <w:rFonts w:cs="Arial"/>
          <w:bCs/>
          <w:szCs w:val="20"/>
          <w:lang w:val="kl-GL"/>
        </w:rPr>
      </w:pPr>
      <w:r w:rsidRPr="00E722FF">
        <w:rPr>
          <w:bCs/>
          <w:szCs w:val="20"/>
          <w:lang w:val="kl-GL"/>
        </w:rPr>
        <w:t>Innuttaasoq Inuit innarluutilli</w:t>
      </w:r>
      <w:r w:rsidR="00D47B1B">
        <w:rPr>
          <w:bCs/>
          <w:szCs w:val="20"/>
          <w:lang w:val="kl-GL"/>
        </w:rPr>
        <w:t>t</w:t>
      </w:r>
      <w:r w:rsidRPr="00E722FF">
        <w:rPr>
          <w:bCs/>
          <w:szCs w:val="20"/>
          <w:lang w:val="kl-GL"/>
        </w:rPr>
        <w:t xml:space="preserve"> tapersersorneqarni</w:t>
      </w:r>
      <w:r w:rsidR="00710020">
        <w:rPr>
          <w:bCs/>
          <w:szCs w:val="20"/>
          <w:lang w:val="kl-GL"/>
        </w:rPr>
        <w:t>ssaat pillugu</w:t>
      </w:r>
      <w:r w:rsidRPr="00E722FF">
        <w:rPr>
          <w:bCs/>
          <w:szCs w:val="20"/>
          <w:lang w:val="kl-GL"/>
        </w:rPr>
        <w:t xml:space="preserve"> Inatsisartut inatsisaat nr. 13, 12. juni 2019-imeersoq malillugu</w:t>
      </w:r>
      <w:r w:rsidR="00D47B1B">
        <w:rPr>
          <w:bCs/>
          <w:szCs w:val="20"/>
          <w:lang w:val="kl-GL"/>
        </w:rPr>
        <w:t xml:space="preserve"> ikiorserneqa</w:t>
      </w:r>
      <w:r w:rsidR="00F74789">
        <w:rPr>
          <w:bCs/>
          <w:szCs w:val="20"/>
          <w:lang w:val="kl-GL"/>
        </w:rPr>
        <w:t>r</w:t>
      </w:r>
      <w:r w:rsidR="00D47B1B">
        <w:rPr>
          <w:bCs/>
          <w:szCs w:val="20"/>
          <w:lang w:val="kl-GL"/>
        </w:rPr>
        <w:t xml:space="preserve">pat ataani allassimasut </w:t>
      </w:r>
      <w:r w:rsidRPr="00E722FF">
        <w:rPr>
          <w:bCs/>
          <w:szCs w:val="20"/>
          <w:lang w:val="kl-GL"/>
        </w:rPr>
        <w:t xml:space="preserve">ilanngunneqassapput: </w:t>
      </w:r>
    </w:p>
    <w:p w14:paraId="1494DD7D" w14:textId="3428BF82" w:rsidR="002A1DEE" w:rsidRPr="00056B82" w:rsidRDefault="00A238F0" w:rsidP="002A1DEE">
      <w:pPr>
        <w:numPr>
          <w:ilvl w:val="0"/>
          <w:numId w:val="22"/>
        </w:numPr>
        <w:spacing w:line="360" w:lineRule="auto"/>
        <w:contextualSpacing/>
        <w:jc w:val="left"/>
        <w:rPr>
          <w:rFonts w:cs="Arial"/>
          <w:b/>
          <w:szCs w:val="20"/>
        </w:rPr>
      </w:pPr>
      <w:r w:rsidRPr="00056B82">
        <w:rPr>
          <w:b/>
          <w:szCs w:val="20"/>
        </w:rPr>
        <w:t>Q</w:t>
      </w:r>
      <w:r w:rsidR="002A1DEE" w:rsidRPr="00056B82">
        <w:rPr>
          <w:b/>
          <w:szCs w:val="20"/>
        </w:rPr>
        <w:t>ulaajaaneq</w:t>
      </w:r>
      <w:r w:rsidRPr="00056B82">
        <w:rPr>
          <w:b/>
          <w:szCs w:val="20"/>
        </w:rPr>
        <w:t>, pi</w:t>
      </w:r>
      <w:r w:rsidR="00F7597A" w:rsidRPr="00056B82">
        <w:rPr>
          <w:b/>
          <w:szCs w:val="20"/>
        </w:rPr>
        <w:t>ginnaasat allattorsimaffiat ilanngullugu</w:t>
      </w:r>
    </w:p>
    <w:p w14:paraId="2E01C6CC" w14:textId="783A4F74" w:rsidR="002A1DEE" w:rsidRPr="007E7B34" w:rsidRDefault="002A1DEE" w:rsidP="00F7597A">
      <w:pPr>
        <w:numPr>
          <w:ilvl w:val="0"/>
          <w:numId w:val="22"/>
        </w:numPr>
        <w:spacing w:line="276" w:lineRule="auto"/>
        <w:contextualSpacing/>
        <w:jc w:val="left"/>
        <w:rPr>
          <w:rFonts w:cs="Arial"/>
          <w:bCs/>
          <w:szCs w:val="20"/>
        </w:rPr>
      </w:pPr>
      <w:r w:rsidRPr="00056B82">
        <w:rPr>
          <w:b/>
          <w:szCs w:val="20"/>
        </w:rPr>
        <w:t>Iliuusissatut pilersaarut</w:t>
      </w:r>
      <w:r w:rsidR="00F7597A" w:rsidRPr="00056B82">
        <w:rPr>
          <w:b/>
          <w:szCs w:val="20"/>
        </w:rPr>
        <w:t xml:space="preserve"> atsiorneqarsimasoq</w:t>
      </w:r>
      <w:r w:rsidR="00F7597A" w:rsidRPr="00056B82">
        <w:rPr>
          <w:b/>
          <w:szCs w:val="20"/>
        </w:rPr>
        <w:br/>
      </w:r>
      <w:r w:rsidR="00F7597A">
        <w:rPr>
          <w:iCs/>
          <w:szCs w:val="20"/>
          <w:lang w:val="kl-GL" w:eastAsia="en-GB"/>
        </w:rPr>
        <w:t>Iliuusissatut pilersaarut atsiorneqarsimassaaq aammalu i</w:t>
      </w:r>
      <w:r w:rsidR="00F7597A" w:rsidRPr="001E4C93">
        <w:rPr>
          <w:iCs/>
          <w:szCs w:val="20"/>
          <w:lang w:val="kl-GL" w:eastAsia="en-GB"/>
        </w:rPr>
        <w:t>lluatungip tusarniarneqarnerani akissut pissarsiarineqarsinnaasimassanngippat, tamanna allanneqassaaq</w:t>
      </w:r>
      <w:r w:rsidR="00F7597A">
        <w:rPr>
          <w:iCs/>
          <w:szCs w:val="20"/>
          <w:lang w:val="kl-GL" w:eastAsia="en-GB"/>
        </w:rPr>
        <w:t>.</w:t>
      </w:r>
    </w:p>
    <w:p w14:paraId="5DF9F1A9" w14:textId="08191DAB" w:rsidR="00F74789" w:rsidRPr="00F74789" w:rsidRDefault="002A1DEE" w:rsidP="00F74789">
      <w:pPr>
        <w:pStyle w:val="Listeafsnit"/>
        <w:numPr>
          <w:ilvl w:val="0"/>
          <w:numId w:val="22"/>
        </w:numPr>
        <w:spacing w:line="276" w:lineRule="auto"/>
        <w:jc w:val="left"/>
        <w:rPr>
          <w:rFonts w:cs="Arial"/>
          <w:b/>
          <w:szCs w:val="20"/>
        </w:rPr>
      </w:pPr>
      <w:r w:rsidRPr="00F74789">
        <w:rPr>
          <w:b/>
          <w:szCs w:val="20"/>
        </w:rPr>
        <w:t>Akuersissuteqarnermut allagaq/aalajangiinermut allagaq kommunip isumaginninnermut ataatsimiititaliaaneers</w:t>
      </w:r>
      <w:r w:rsidR="00F7597A" w:rsidRPr="00F74789">
        <w:rPr>
          <w:b/>
          <w:szCs w:val="20"/>
        </w:rPr>
        <w:t>oq</w:t>
      </w:r>
      <w:r w:rsidR="00F7597A" w:rsidRPr="00F74789">
        <w:rPr>
          <w:b/>
          <w:szCs w:val="20"/>
        </w:rPr>
        <w:br/>
      </w:r>
      <w:r w:rsidR="00F7597A" w:rsidRPr="00F74789">
        <w:rPr>
          <w:bCs/>
          <w:szCs w:val="20"/>
          <w:lang w:val="kl-GL"/>
        </w:rPr>
        <w:t>Pingaaruteqarpoq aalajangiinerup atsiornertaqarnissaa kiisalu i</w:t>
      </w:r>
      <w:r w:rsidR="00F7597A" w:rsidRPr="00F74789">
        <w:rPr>
          <w:iCs/>
          <w:szCs w:val="20"/>
          <w:lang w:val="kl-GL" w:eastAsia="en-GB"/>
        </w:rPr>
        <w:t>nissiinissaq/inissiiviup allanngortinnissaanut aalajangiunneqarnerani tunngavilersuutit allassimanissaat aamma naammagittaalliornissamut ilitsersuutip ilanngunneqarsimanissaa pingaartuupput</w:t>
      </w:r>
    </w:p>
    <w:p w14:paraId="1409D559" w14:textId="3E22F410" w:rsidR="002A1DEE" w:rsidRPr="00F74789" w:rsidRDefault="002A1DEE" w:rsidP="00F74789">
      <w:pPr>
        <w:pStyle w:val="Listeafsnit"/>
        <w:numPr>
          <w:ilvl w:val="0"/>
          <w:numId w:val="22"/>
        </w:numPr>
        <w:spacing w:line="360" w:lineRule="auto"/>
        <w:jc w:val="left"/>
        <w:rPr>
          <w:rFonts w:cs="Arial"/>
          <w:b/>
          <w:szCs w:val="20"/>
        </w:rPr>
      </w:pPr>
      <w:r w:rsidRPr="00F74789">
        <w:rPr>
          <w:rFonts w:cs="Arial"/>
          <w:b/>
          <w:szCs w:val="20"/>
        </w:rPr>
        <w:lastRenderedPageBreak/>
        <w:t>Nakorsap oqaaseqaataa innarluut pillugu</w:t>
      </w:r>
    </w:p>
    <w:p w14:paraId="584A8362" w14:textId="77777777" w:rsidR="002A1DEE" w:rsidRPr="00361A46" w:rsidRDefault="002A1DEE" w:rsidP="00F74789">
      <w:pPr>
        <w:numPr>
          <w:ilvl w:val="0"/>
          <w:numId w:val="22"/>
        </w:numPr>
        <w:spacing w:line="360" w:lineRule="auto"/>
        <w:contextualSpacing/>
        <w:jc w:val="left"/>
        <w:rPr>
          <w:rFonts w:cs="Arial"/>
          <w:bCs/>
          <w:szCs w:val="20"/>
        </w:rPr>
      </w:pPr>
      <w:r w:rsidRPr="00056B82">
        <w:rPr>
          <w:b/>
          <w:szCs w:val="20"/>
        </w:rPr>
        <w:t>Paasissutissat pingaarutillit, soorlu oqaaseqaatit, nalunaarusiat</w:t>
      </w:r>
      <w:r>
        <w:rPr>
          <w:bCs/>
          <w:szCs w:val="20"/>
        </w:rPr>
        <w:t xml:space="preserve"> </w:t>
      </w:r>
    </w:p>
    <w:p w14:paraId="45D97335" w14:textId="77777777" w:rsidR="002A1DEE" w:rsidRPr="00B41ABF" w:rsidRDefault="002A1DEE" w:rsidP="00DB4938">
      <w:pPr>
        <w:rPr>
          <w:b/>
          <w:bCs/>
        </w:rPr>
      </w:pPr>
    </w:p>
    <w:sectPr w:rsidR="002A1DEE" w:rsidRPr="00B41ABF" w:rsidSect="00564C1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A4E97" w14:textId="77777777" w:rsidR="00564C1D" w:rsidRDefault="00564C1D">
      <w:r>
        <w:separator/>
      </w:r>
    </w:p>
  </w:endnote>
  <w:endnote w:type="continuationSeparator" w:id="0">
    <w:p w14:paraId="2AA3CE06" w14:textId="77777777" w:rsidR="00564C1D" w:rsidRDefault="0056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77777777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EF760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EF760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" filled="f" stroked="f">
              <v:textbox style="mso-fit-shape-to-text:t" inset="0,0,0,0">
                <w:txbxContent>
                  <w:p w14:paraId="4D5321CF" w14:textId="77777777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EF760B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EF760B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ABB20" w14:textId="77777777" w:rsidR="00564C1D" w:rsidRDefault="00564C1D">
      <w:r>
        <w:separator/>
      </w:r>
    </w:p>
  </w:footnote>
  <w:footnote w:type="continuationSeparator" w:id="0">
    <w:p w14:paraId="642387ED" w14:textId="77777777" w:rsidR="00564C1D" w:rsidRDefault="00564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054264E"/>
    <w:multiLevelType w:val="hybridMultilevel"/>
    <w:tmpl w:val="78AE4E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30950B0C"/>
    <w:multiLevelType w:val="hybridMultilevel"/>
    <w:tmpl w:val="D24C2D6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234B"/>
    <w:multiLevelType w:val="hybridMultilevel"/>
    <w:tmpl w:val="85D0080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71DC0"/>
    <w:multiLevelType w:val="hybridMultilevel"/>
    <w:tmpl w:val="5754A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 w16cid:durableId="14112705">
    <w:abstractNumId w:val="18"/>
  </w:num>
  <w:num w:numId="2" w16cid:durableId="800729781">
    <w:abstractNumId w:val="22"/>
  </w:num>
  <w:num w:numId="3" w16cid:durableId="1493445548">
    <w:abstractNumId w:val="23"/>
  </w:num>
  <w:num w:numId="4" w16cid:durableId="976688123">
    <w:abstractNumId w:val="9"/>
  </w:num>
  <w:num w:numId="5" w16cid:durableId="49574860">
    <w:abstractNumId w:val="7"/>
  </w:num>
  <w:num w:numId="6" w16cid:durableId="42143907">
    <w:abstractNumId w:val="6"/>
  </w:num>
  <w:num w:numId="7" w16cid:durableId="473179208">
    <w:abstractNumId w:val="5"/>
  </w:num>
  <w:num w:numId="8" w16cid:durableId="1449549609">
    <w:abstractNumId w:val="4"/>
  </w:num>
  <w:num w:numId="9" w16cid:durableId="1783649902">
    <w:abstractNumId w:val="8"/>
  </w:num>
  <w:num w:numId="10" w16cid:durableId="519323034">
    <w:abstractNumId w:val="3"/>
  </w:num>
  <w:num w:numId="11" w16cid:durableId="1122653564">
    <w:abstractNumId w:val="2"/>
  </w:num>
  <w:num w:numId="12" w16cid:durableId="275986323">
    <w:abstractNumId w:val="1"/>
  </w:num>
  <w:num w:numId="13" w16cid:durableId="952514519">
    <w:abstractNumId w:val="0"/>
  </w:num>
  <w:num w:numId="14" w16cid:durableId="870344190">
    <w:abstractNumId w:val="13"/>
  </w:num>
  <w:num w:numId="15" w16cid:durableId="1063218301">
    <w:abstractNumId w:val="10"/>
  </w:num>
  <w:num w:numId="16" w16cid:durableId="1361316732">
    <w:abstractNumId w:val="21"/>
  </w:num>
  <w:num w:numId="17" w16cid:durableId="444079582">
    <w:abstractNumId w:val="17"/>
  </w:num>
  <w:num w:numId="18" w16cid:durableId="2118402665">
    <w:abstractNumId w:val="11"/>
  </w:num>
  <w:num w:numId="19" w16cid:durableId="1824856940">
    <w:abstractNumId w:val="12"/>
  </w:num>
  <w:num w:numId="20" w16cid:durableId="2001418641">
    <w:abstractNumId w:val="15"/>
  </w:num>
  <w:num w:numId="21" w16cid:durableId="108741205">
    <w:abstractNumId w:val="14"/>
  </w:num>
  <w:num w:numId="22" w16cid:durableId="1974403945">
    <w:abstractNumId w:val="20"/>
  </w:num>
  <w:num w:numId="23" w16cid:durableId="848064441">
    <w:abstractNumId w:val="19"/>
  </w:num>
  <w:num w:numId="24" w16cid:durableId="19347033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9C"/>
    <w:rsid w:val="000050EB"/>
    <w:rsid w:val="000056EC"/>
    <w:rsid w:val="00011AD2"/>
    <w:rsid w:val="00013334"/>
    <w:rsid w:val="00030DEB"/>
    <w:rsid w:val="000428E3"/>
    <w:rsid w:val="000445B6"/>
    <w:rsid w:val="00045768"/>
    <w:rsid w:val="0004632D"/>
    <w:rsid w:val="00052A92"/>
    <w:rsid w:val="0005344A"/>
    <w:rsid w:val="00054D71"/>
    <w:rsid w:val="00055CD7"/>
    <w:rsid w:val="00056B82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415B"/>
    <w:rsid w:val="001C12F9"/>
    <w:rsid w:val="001C2944"/>
    <w:rsid w:val="001C36B4"/>
    <w:rsid w:val="001D32D5"/>
    <w:rsid w:val="001E3F7C"/>
    <w:rsid w:val="001E4C93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93D2C"/>
    <w:rsid w:val="002A1DEE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2D41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5C33"/>
    <w:rsid w:val="003D0954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64C1D"/>
    <w:rsid w:val="005703D9"/>
    <w:rsid w:val="005739FF"/>
    <w:rsid w:val="00574500"/>
    <w:rsid w:val="00576798"/>
    <w:rsid w:val="00577457"/>
    <w:rsid w:val="005837E1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6F5CB0"/>
    <w:rsid w:val="0070480E"/>
    <w:rsid w:val="00710020"/>
    <w:rsid w:val="00721BA2"/>
    <w:rsid w:val="0072729A"/>
    <w:rsid w:val="007342C2"/>
    <w:rsid w:val="00743A05"/>
    <w:rsid w:val="00743C95"/>
    <w:rsid w:val="007515D3"/>
    <w:rsid w:val="00767186"/>
    <w:rsid w:val="0078199C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076B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3748B"/>
    <w:rsid w:val="00957A3E"/>
    <w:rsid w:val="00961EB8"/>
    <w:rsid w:val="00975A89"/>
    <w:rsid w:val="009777D4"/>
    <w:rsid w:val="00980754"/>
    <w:rsid w:val="00987250"/>
    <w:rsid w:val="00994FA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238F0"/>
    <w:rsid w:val="00A328DD"/>
    <w:rsid w:val="00A3597D"/>
    <w:rsid w:val="00A4742B"/>
    <w:rsid w:val="00A771C2"/>
    <w:rsid w:val="00A8568C"/>
    <w:rsid w:val="00AA61F4"/>
    <w:rsid w:val="00AC0FB1"/>
    <w:rsid w:val="00AC3E7A"/>
    <w:rsid w:val="00AD1934"/>
    <w:rsid w:val="00AD61E5"/>
    <w:rsid w:val="00AE7535"/>
    <w:rsid w:val="00B06F35"/>
    <w:rsid w:val="00B15D9A"/>
    <w:rsid w:val="00B24DBC"/>
    <w:rsid w:val="00B31602"/>
    <w:rsid w:val="00B327B6"/>
    <w:rsid w:val="00B41ABF"/>
    <w:rsid w:val="00B4359F"/>
    <w:rsid w:val="00B472FB"/>
    <w:rsid w:val="00B549F2"/>
    <w:rsid w:val="00B566E9"/>
    <w:rsid w:val="00B60500"/>
    <w:rsid w:val="00B669CF"/>
    <w:rsid w:val="00B8496A"/>
    <w:rsid w:val="00B84C2D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1865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20112"/>
    <w:rsid w:val="00D36A94"/>
    <w:rsid w:val="00D3776B"/>
    <w:rsid w:val="00D441A2"/>
    <w:rsid w:val="00D47B1B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38"/>
    <w:rsid w:val="00DB49A4"/>
    <w:rsid w:val="00DB6D96"/>
    <w:rsid w:val="00DB7C53"/>
    <w:rsid w:val="00DC49FC"/>
    <w:rsid w:val="00DD543C"/>
    <w:rsid w:val="00DE2630"/>
    <w:rsid w:val="00DE59ED"/>
    <w:rsid w:val="00DF3FAB"/>
    <w:rsid w:val="00DF5E77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722F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1699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74789"/>
    <w:rsid w:val="00F7597A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0</TotalTime>
  <Pages>2</Pages>
  <Words>418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Bysted A/S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Charla Johansen</cp:lastModifiedBy>
  <cp:revision>2</cp:revision>
  <cp:lastPrinted>2015-02-13T12:35:00Z</cp:lastPrinted>
  <dcterms:created xsi:type="dcterms:W3CDTF">2024-04-03T14:44:00Z</dcterms:created>
  <dcterms:modified xsi:type="dcterms:W3CDTF">2024-04-03T14:44:00Z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